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71E15998" w14:textId="462FF7E9"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656DAE">
        <w:rPr>
          <w:rStyle w:val="Strong"/>
          <w:lang w:val="en-GB"/>
        </w:rPr>
        <w:t>22-SS001-24</w:t>
      </w:r>
      <w:bookmarkStart w:id="4" w:name="_GoBack"/>
      <w:bookmarkEnd w:id="4"/>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5" w:name="_Toc419901150"/>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lastRenderedPageBreak/>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18AED11D"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0599016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963F5A" w14:textId="77777777" w:rsidR="004436B5" w:rsidRDefault="004436B5">
      <w:r>
        <w:separator/>
      </w:r>
    </w:p>
  </w:endnote>
  <w:endnote w:type="continuationSeparator" w:id="0">
    <w:p w14:paraId="458350D3" w14:textId="77777777" w:rsidR="004436B5" w:rsidRDefault="004436B5">
      <w:r>
        <w:continuationSeparator/>
      </w:r>
    </w:p>
  </w:endnote>
  <w:endnote w:type="continuationNotice" w:id="1">
    <w:p w14:paraId="4C800194" w14:textId="77777777" w:rsidR="004436B5" w:rsidRDefault="004436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49DB41AC" w:rsidR="00133D55" w:rsidRDefault="00133D55" w:rsidP="004878F3">
    <w:pPr>
      <w:pStyle w:val="Footer"/>
    </w:pPr>
    <w:r>
      <w:fldChar w:fldCharType="begin"/>
    </w:r>
    <w:r>
      <w:instrText xml:space="preserve"> DATE \@ "yyyy-MM-dd" </w:instrText>
    </w:r>
    <w:r>
      <w:fldChar w:fldCharType="separate"/>
    </w:r>
    <w:r w:rsidR="00656DAE">
      <w:rPr>
        <w:noProof/>
      </w:rPr>
      <w:t>2024-01-24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FB3FAF" w14:textId="77777777" w:rsidR="004436B5" w:rsidRDefault="004436B5">
      <w:r>
        <w:separator/>
      </w:r>
    </w:p>
  </w:footnote>
  <w:footnote w:type="continuationSeparator" w:id="0">
    <w:p w14:paraId="6F36B3BF" w14:textId="77777777" w:rsidR="004436B5" w:rsidRDefault="004436B5">
      <w:r>
        <w:continuationSeparator/>
      </w:r>
    </w:p>
  </w:footnote>
  <w:footnote w:type="continuationNotice" w:id="1">
    <w:p w14:paraId="64CE0504" w14:textId="77777777" w:rsidR="004436B5" w:rsidRDefault="004436B5"/>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1059E7F6"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9D3E7B">
      <w:rPr>
        <w:rStyle w:val="Strong"/>
        <w:lang w:val="en-GB"/>
      </w:rPr>
      <w:t>RFQ</w:t>
    </w:r>
    <w:r w:rsidR="009D3E7B" w:rsidRPr="007F3777">
      <w:rPr>
        <w:rStyle w:val="Strong"/>
        <w:lang w:val="en-GB"/>
      </w:rPr>
      <w:t>-</w:t>
    </w:r>
    <w:r w:rsidR="00656DAE">
      <w:rPr>
        <w:rStyle w:val="Strong"/>
        <w:lang w:val="en-GB"/>
      </w:rPr>
      <w:t>22-</w:t>
    </w:r>
    <w:r w:rsidR="00656DAE">
      <w:rPr>
        <w:rFonts w:cs="Calibri"/>
        <w:b/>
        <w:bCs/>
        <w:lang w:val="en-GB" w:eastAsia="ko-KR"/>
      </w:rPr>
      <w:t>SS001-24</w:t>
    </w:r>
    <w:r w:rsidR="00133D55">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0713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36B5"/>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5786"/>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56DAE"/>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A9E"/>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094"/>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3E7B"/>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0542"/>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507"/>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087"/>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B596F515-2BF9-42C9-A01C-5FCAF2B29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0</TotalTime>
  <Pages>4</Pages>
  <Words>1008</Words>
  <Characters>5749</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4</cp:revision>
  <cp:lastPrinted>2013-10-18T08:32:00Z</cp:lastPrinted>
  <dcterms:created xsi:type="dcterms:W3CDTF">2020-07-06T12:43:00Z</dcterms:created>
  <dcterms:modified xsi:type="dcterms:W3CDTF">2024-01-24T00:45:00Z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